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010C2" w14:textId="77777777" w:rsidR="00C51F3E" w:rsidRDefault="00C51F3E" w:rsidP="00B567F6">
      <w:pPr>
        <w:rPr>
          <w:rFonts w:ascii="Calibri" w:hAnsi="Calibri"/>
          <w:b/>
        </w:rPr>
      </w:pPr>
    </w:p>
    <w:p w14:paraId="77A0BD7D" w14:textId="77777777" w:rsidR="00B63B58" w:rsidRDefault="00B63B58" w:rsidP="00B567F6">
      <w:pPr>
        <w:rPr>
          <w:rFonts w:ascii="Calibri" w:hAnsi="Calibri"/>
          <w:b/>
        </w:rPr>
      </w:pPr>
    </w:p>
    <w:p w14:paraId="038D1A24" w14:textId="33F4E3D5" w:rsidR="00F86BCD" w:rsidRDefault="0034443A" w:rsidP="00B63B58">
      <w:pPr>
        <w:ind w:left="5675" w:hanging="128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  <w:r w:rsidR="009740F5">
        <w:rPr>
          <w:rFonts w:ascii="Calibri" w:hAnsi="Calibri"/>
          <w:b/>
        </w:rPr>
        <w:t>i</w:t>
      </w:r>
    </w:p>
    <w:p w14:paraId="77664043" w14:textId="4BDBC756" w:rsidR="00F86BCD" w:rsidRPr="00F86BCD" w:rsidRDefault="009740F5" w:rsidP="00B63B58">
      <w:pPr>
        <w:ind w:left="5675" w:hanging="128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Wioletta Zwara</w:t>
      </w:r>
    </w:p>
    <w:p w14:paraId="497B066F" w14:textId="6DC42BE9" w:rsidR="009740F5" w:rsidRDefault="00F86BCD" w:rsidP="0034443A">
      <w:pPr>
        <w:ind w:left="5675" w:hanging="1281"/>
        <w:jc w:val="both"/>
        <w:rPr>
          <w:rFonts w:ascii="Calibri" w:hAnsi="Calibri"/>
          <w:b/>
        </w:rPr>
      </w:pPr>
      <w:r w:rsidRPr="00F86BCD">
        <w:rPr>
          <w:rFonts w:ascii="Calibri" w:hAnsi="Calibri"/>
          <w:b/>
        </w:rPr>
        <w:t>Sekretarz</w:t>
      </w:r>
    </w:p>
    <w:p w14:paraId="1153D8BA" w14:textId="4547C7AE" w:rsidR="009740F5" w:rsidRPr="00F86BCD" w:rsidRDefault="009740F5" w:rsidP="009740F5">
      <w:pPr>
        <w:ind w:left="5675" w:hanging="128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Komitetu </w:t>
      </w:r>
      <w:r w:rsidR="00F86BCD" w:rsidRPr="00F86BCD">
        <w:rPr>
          <w:rFonts w:ascii="Calibri" w:hAnsi="Calibri"/>
          <w:b/>
        </w:rPr>
        <w:t xml:space="preserve">Rady Ministrów </w:t>
      </w:r>
      <w:r>
        <w:rPr>
          <w:rFonts w:ascii="Calibri" w:hAnsi="Calibri"/>
          <w:b/>
        </w:rPr>
        <w:t>do spraw Cyfryzacji</w:t>
      </w:r>
    </w:p>
    <w:p w14:paraId="59B87159" w14:textId="77777777" w:rsidR="00F86BCD" w:rsidRDefault="00F86BCD" w:rsidP="00B63B58"/>
    <w:p w14:paraId="13E154C7" w14:textId="77777777" w:rsidR="00F86BCD" w:rsidRDefault="00F86BCD" w:rsidP="00F86BCD">
      <w:pPr>
        <w:spacing w:after="120"/>
        <w:rPr>
          <w:rFonts w:ascii="Calibri" w:hAnsi="Calibri" w:cs="Calibri"/>
        </w:rPr>
      </w:pPr>
    </w:p>
    <w:p w14:paraId="467E09EB" w14:textId="06273444" w:rsidR="00F86BCD" w:rsidRPr="00D82A99" w:rsidRDefault="009740F5" w:rsidP="00F86BCD">
      <w:pPr>
        <w:spacing w:after="12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Szanowna Pani</w:t>
      </w:r>
      <w:r w:rsidR="00F86BCD" w:rsidRPr="00D82A99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Sekretarz</w:t>
      </w:r>
      <w:r w:rsidR="00F86BCD" w:rsidRPr="00D82A99">
        <w:rPr>
          <w:rFonts w:ascii="Calibri" w:hAnsi="Calibri" w:cs="Calibri"/>
          <w:i/>
        </w:rPr>
        <w:t xml:space="preserve">, </w:t>
      </w:r>
    </w:p>
    <w:p w14:paraId="75997C19" w14:textId="2A7EDFC4" w:rsidR="00F87788" w:rsidRDefault="00F86BCD" w:rsidP="00FE7C59">
      <w:pPr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A26535">
        <w:rPr>
          <w:rFonts w:ascii="Calibri" w:hAnsi="Calibri" w:cs="Calibri"/>
        </w:rPr>
        <w:t xml:space="preserve"> związku z </w:t>
      </w:r>
      <w:r w:rsidR="00AD6F13">
        <w:rPr>
          <w:rFonts w:ascii="Calibri" w:hAnsi="Calibri" w:cs="Calibri"/>
        </w:rPr>
        <w:t>przewidzianym</w:t>
      </w:r>
      <w:r w:rsidR="00B3664C">
        <w:rPr>
          <w:rFonts w:ascii="Calibri" w:hAnsi="Calibri" w:cs="Calibri"/>
        </w:rPr>
        <w:t>i</w:t>
      </w:r>
      <w:r w:rsidR="00AD6F13">
        <w:rPr>
          <w:rFonts w:ascii="Calibri" w:hAnsi="Calibri" w:cs="Calibri"/>
        </w:rPr>
        <w:t xml:space="preserve"> </w:t>
      </w:r>
      <w:r w:rsidR="002408DE">
        <w:rPr>
          <w:rFonts w:ascii="Calibri" w:hAnsi="Calibri" w:cs="Calibri"/>
        </w:rPr>
        <w:t>do rozpat</w:t>
      </w:r>
      <w:bookmarkStart w:id="0" w:name="_GoBack"/>
      <w:bookmarkEnd w:id="0"/>
      <w:r w:rsidR="002408DE">
        <w:rPr>
          <w:rFonts w:ascii="Calibri" w:hAnsi="Calibri" w:cs="Calibri"/>
        </w:rPr>
        <w:t>rzenia przez</w:t>
      </w:r>
      <w:r w:rsidR="00B3664C">
        <w:rPr>
          <w:rFonts w:ascii="Calibri" w:hAnsi="Calibri" w:cs="Calibri"/>
        </w:rPr>
        <w:t xml:space="preserve"> Komitet Rady Ministrów do spraw Cyfryzacji </w:t>
      </w:r>
      <w:r w:rsidR="00B3664C" w:rsidRPr="002408DE">
        <w:rPr>
          <w:rFonts w:ascii="Calibri" w:hAnsi="Calibri" w:cs="Calibri"/>
          <w:b/>
          <w:bCs/>
          <w:i/>
          <w:iCs/>
        </w:rPr>
        <w:t>projekt</w:t>
      </w:r>
      <w:r w:rsidR="00FE7C59">
        <w:rPr>
          <w:rFonts w:ascii="Calibri" w:hAnsi="Calibri" w:cs="Calibri"/>
          <w:b/>
          <w:bCs/>
          <w:i/>
          <w:iCs/>
        </w:rPr>
        <w:t xml:space="preserve">em </w:t>
      </w:r>
      <w:r w:rsidR="00B3664C" w:rsidRPr="002408DE">
        <w:rPr>
          <w:rFonts w:ascii="Calibri" w:hAnsi="Calibri" w:cs="Calibri"/>
          <w:b/>
          <w:bCs/>
          <w:i/>
          <w:iCs/>
        </w:rPr>
        <w:t>rozporządze</w:t>
      </w:r>
      <w:r w:rsidR="00FE7C59">
        <w:rPr>
          <w:rFonts w:ascii="Calibri" w:hAnsi="Calibri" w:cs="Calibri"/>
          <w:b/>
          <w:bCs/>
          <w:i/>
          <w:iCs/>
        </w:rPr>
        <w:t>nia</w:t>
      </w:r>
      <w:r w:rsidR="00B3664C" w:rsidRPr="002408DE">
        <w:rPr>
          <w:rFonts w:ascii="Calibri" w:hAnsi="Calibri" w:cs="Calibri"/>
          <w:b/>
          <w:bCs/>
          <w:i/>
          <w:iCs/>
        </w:rPr>
        <w:t xml:space="preserve"> Ministra Rozwoju i Technologii w sprawie</w:t>
      </w:r>
      <w:r w:rsidR="00FE7C59">
        <w:rPr>
          <w:rFonts w:ascii="Calibri" w:hAnsi="Calibri" w:cs="Calibri"/>
        </w:rPr>
        <w:t xml:space="preserve"> </w:t>
      </w:r>
      <w:r w:rsidR="00B3664C" w:rsidRPr="00FE7C59">
        <w:rPr>
          <w:rFonts w:ascii="Calibri" w:hAnsi="Calibri" w:cs="Calibri"/>
          <w:b/>
          <w:bCs/>
          <w:i/>
          <w:iCs/>
        </w:rPr>
        <w:t>zakresu projektu studium uwarunkowań i kierunków zagospodarowania przestrzennego gminy</w:t>
      </w:r>
      <w:r w:rsidR="002408DE">
        <w:rPr>
          <w:rFonts w:ascii="Calibri" w:hAnsi="Calibri" w:cs="Calibri"/>
        </w:rPr>
        <w:t>,</w:t>
      </w:r>
      <w:r w:rsidR="00FE7C59">
        <w:rPr>
          <w:rFonts w:ascii="Calibri" w:hAnsi="Calibri" w:cs="Calibri"/>
        </w:rPr>
        <w:t xml:space="preserve"> </w:t>
      </w:r>
      <w:r w:rsidR="00A82099" w:rsidRPr="0034443A">
        <w:rPr>
          <w:rFonts w:ascii="Calibri" w:hAnsi="Calibri" w:cs="Calibri"/>
        </w:rPr>
        <w:t>u</w:t>
      </w:r>
      <w:r w:rsidRPr="0034443A">
        <w:rPr>
          <w:rFonts w:ascii="Calibri" w:hAnsi="Calibri" w:cs="Calibri"/>
        </w:rPr>
        <w:t>przejmie informuję</w:t>
      </w:r>
      <w:r w:rsidR="00444BB6" w:rsidRPr="0034443A">
        <w:rPr>
          <w:rFonts w:ascii="Calibri" w:hAnsi="Calibri" w:cs="Calibri"/>
        </w:rPr>
        <w:t>,</w:t>
      </w:r>
      <w:r w:rsidR="00604325" w:rsidRPr="0034443A">
        <w:rPr>
          <w:rFonts w:ascii="Calibri" w:hAnsi="Calibri" w:cs="Calibri"/>
        </w:rPr>
        <w:t xml:space="preserve"> </w:t>
      </w:r>
      <w:r w:rsidRPr="0034443A">
        <w:rPr>
          <w:rFonts w:ascii="Calibri" w:hAnsi="Calibri" w:cs="Calibri"/>
        </w:rPr>
        <w:t>ż</w:t>
      </w:r>
      <w:r w:rsidR="00604325" w:rsidRPr="0034443A">
        <w:rPr>
          <w:rFonts w:ascii="Calibri" w:hAnsi="Calibri" w:cs="Calibri"/>
        </w:rPr>
        <w:t>e</w:t>
      </w:r>
      <w:r w:rsidR="0034443A">
        <w:rPr>
          <w:rFonts w:ascii="Calibri" w:hAnsi="Calibri" w:cs="Calibri"/>
        </w:rPr>
        <w:t xml:space="preserve"> zgłasza</w:t>
      </w:r>
      <w:r w:rsidR="00D13504">
        <w:rPr>
          <w:rFonts w:ascii="Calibri" w:hAnsi="Calibri" w:cs="Calibri"/>
        </w:rPr>
        <w:t xml:space="preserve">m </w:t>
      </w:r>
      <w:r w:rsidR="0034443A">
        <w:rPr>
          <w:rFonts w:ascii="Calibri" w:hAnsi="Calibri" w:cs="Calibri"/>
        </w:rPr>
        <w:t>uwag</w:t>
      </w:r>
      <w:r w:rsidR="00FE7C59">
        <w:rPr>
          <w:rFonts w:ascii="Calibri" w:hAnsi="Calibri" w:cs="Calibri"/>
        </w:rPr>
        <w:t>ę</w:t>
      </w:r>
      <w:r w:rsidR="00B3664C">
        <w:rPr>
          <w:rFonts w:ascii="Calibri" w:hAnsi="Calibri" w:cs="Calibri"/>
        </w:rPr>
        <w:t xml:space="preserve"> do ww. projekt</w:t>
      </w:r>
      <w:r w:rsidR="00FE7C59">
        <w:rPr>
          <w:rFonts w:ascii="Calibri" w:hAnsi="Calibri" w:cs="Calibri"/>
        </w:rPr>
        <w:t>u</w:t>
      </w:r>
      <w:r w:rsidR="002408DE">
        <w:rPr>
          <w:rFonts w:ascii="Calibri" w:hAnsi="Calibri" w:cs="Calibri"/>
        </w:rPr>
        <w:t xml:space="preserve"> </w:t>
      </w:r>
      <w:r w:rsidR="00B3664C">
        <w:rPr>
          <w:rFonts w:ascii="Calibri" w:hAnsi="Calibri" w:cs="Calibri"/>
        </w:rPr>
        <w:t>w tabel</w:t>
      </w:r>
      <w:r w:rsidR="00FE7C59">
        <w:rPr>
          <w:rFonts w:ascii="Calibri" w:hAnsi="Calibri" w:cs="Calibri"/>
        </w:rPr>
        <w:t>i</w:t>
      </w:r>
      <w:r w:rsidR="00B3664C">
        <w:rPr>
          <w:rFonts w:ascii="Calibri" w:hAnsi="Calibri" w:cs="Calibri"/>
        </w:rPr>
        <w:t xml:space="preserve"> stanowiąc</w:t>
      </w:r>
      <w:r w:rsidR="00FE7C59">
        <w:rPr>
          <w:rFonts w:ascii="Calibri" w:hAnsi="Calibri" w:cs="Calibri"/>
        </w:rPr>
        <w:t xml:space="preserve">ej </w:t>
      </w:r>
      <w:r w:rsidR="00B3664C">
        <w:rPr>
          <w:rFonts w:ascii="Calibri" w:hAnsi="Calibri" w:cs="Calibri"/>
        </w:rPr>
        <w:t xml:space="preserve">załącznik do </w:t>
      </w:r>
      <w:r w:rsidR="002408DE">
        <w:rPr>
          <w:rFonts w:ascii="Calibri" w:hAnsi="Calibri" w:cs="Calibri"/>
        </w:rPr>
        <w:t xml:space="preserve">niniejszego </w:t>
      </w:r>
      <w:r w:rsidR="00B3664C">
        <w:rPr>
          <w:rFonts w:ascii="Calibri" w:hAnsi="Calibri" w:cs="Calibri"/>
        </w:rPr>
        <w:t>pisma.</w:t>
      </w:r>
    </w:p>
    <w:p w14:paraId="4F04BBB4" w14:textId="77777777" w:rsidR="00353E4F" w:rsidRPr="00353E4F" w:rsidRDefault="00353E4F" w:rsidP="00353E4F">
      <w:pPr>
        <w:spacing w:line="320" w:lineRule="exact"/>
        <w:rPr>
          <w:rFonts w:ascii="Calibri" w:hAnsi="Calibri" w:cs="Calibri"/>
        </w:rPr>
      </w:pPr>
    </w:p>
    <w:p w14:paraId="350E1E5D" w14:textId="77777777" w:rsidR="009E129F" w:rsidRDefault="009E129F" w:rsidP="009E129F">
      <w:pPr>
        <w:ind w:left="48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</w:t>
      </w:r>
    </w:p>
    <w:p w14:paraId="79AFB1CB" w14:textId="77777777" w:rsidR="009E129F" w:rsidRDefault="009E129F" w:rsidP="009E129F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6444BB0B" w14:textId="03DD3191" w:rsidR="009E129F" w:rsidRDefault="009E129F" w:rsidP="009E129F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FB6D39">
        <w:rPr>
          <w:rFonts w:asciiTheme="minorHAnsi" w:hAnsiTheme="minorHAnsi" w:cstheme="minorHAnsi"/>
          <w:b/>
          <w:bCs/>
        </w:rPr>
        <w:t>Adam Andruszkiewicz</w:t>
      </w:r>
    </w:p>
    <w:p w14:paraId="3BC89067" w14:textId="77777777" w:rsidR="009E129F" w:rsidRDefault="009E129F" w:rsidP="009E129F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AEADFEB" w14:textId="57C335AE" w:rsidR="009E129F" w:rsidRPr="00FB6D39" w:rsidRDefault="009E129F" w:rsidP="00FB6D3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02C7CAB9" w14:textId="45D1D0D6" w:rsidR="00B30905" w:rsidRPr="00683BFF" w:rsidRDefault="009E129F" w:rsidP="00683BFF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RPr="00683BFF" w:rsidSect="00683BFF">
      <w:footerReference w:type="default" r:id="rId8"/>
      <w:headerReference w:type="first" r:id="rId9"/>
      <w:footerReference w:type="first" r:id="rId10"/>
      <w:pgSz w:w="11906" w:h="16838" w:code="9"/>
      <w:pgMar w:top="1418" w:right="1418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0E0AD" w14:textId="77777777" w:rsidR="00CD04A4" w:rsidRDefault="00CD04A4">
      <w:r>
        <w:separator/>
      </w:r>
    </w:p>
  </w:endnote>
  <w:endnote w:type="continuationSeparator" w:id="0">
    <w:p w14:paraId="2832C784" w14:textId="77777777" w:rsidR="00CD04A4" w:rsidRDefault="00C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F005C" w14:textId="77777777" w:rsidR="005E753F" w:rsidRDefault="005025E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87A7809" wp14:editId="4D5BD440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1BA2D8" w14:textId="77777777" w:rsidR="005E753F" w:rsidRDefault="005025E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7A780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B1BA2D8" w14:textId="77777777" w:rsidR="005E753F" w:rsidRDefault="005025E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="00B838C5">
      <w:rPr>
        <w:noProof/>
      </w:rPr>
      <w:drawing>
        <wp:inline distT="0" distB="0" distL="0" distR="0" wp14:anchorId="56EA7311" wp14:editId="7B4D2884">
          <wp:extent cx="5391785" cy="961390"/>
          <wp:effectExtent l="0" t="0" r="0" b="0"/>
          <wp:docPr id="8" name="Obraz 8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9330C" w14:textId="77777777" w:rsidR="00AE7731" w:rsidRDefault="00B838C5">
    <w:pPr>
      <w:pStyle w:val="Stopka"/>
    </w:pPr>
    <w:r>
      <w:rPr>
        <w:noProof/>
      </w:rPr>
      <w:drawing>
        <wp:inline distT="0" distB="0" distL="0" distR="0" wp14:anchorId="6DE1B990" wp14:editId="0798C71F">
          <wp:extent cx="5391785" cy="961390"/>
          <wp:effectExtent l="0" t="0" r="0" b="0"/>
          <wp:docPr id="10" name="Obraz 10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6960F" w14:textId="77777777" w:rsidR="00CD04A4" w:rsidRDefault="00CD04A4">
      <w:r>
        <w:separator/>
      </w:r>
    </w:p>
  </w:footnote>
  <w:footnote w:type="continuationSeparator" w:id="0">
    <w:p w14:paraId="28D601B0" w14:textId="77777777" w:rsidR="00CD04A4" w:rsidRDefault="00C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380CA" w14:textId="77777777" w:rsidR="007018D3" w:rsidRDefault="00CD04A4" w:rsidP="007018D3">
    <w:pPr>
      <w:pStyle w:val="Nagwek"/>
      <w:jc w:val="right"/>
    </w:pPr>
  </w:p>
  <w:p w14:paraId="3E90C62F" w14:textId="77777777" w:rsidR="007018D3" w:rsidRDefault="00CD04A4" w:rsidP="007018D3">
    <w:pPr>
      <w:pStyle w:val="Nagwek"/>
      <w:jc w:val="right"/>
    </w:pPr>
  </w:p>
  <w:p w14:paraId="530FDC34" w14:textId="2DC4E18E" w:rsidR="004633D0" w:rsidRDefault="005025E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A184BE2" wp14:editId="712407B9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20AE95" w14:textId="358075F2" w:rsidR="007A2B0A" w:rsidRDefault="007A2B0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A2B0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</w:t>
                          </w:r>
                          <w:r w:rsidR="00175C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41.</w:t>
                          </w:r>
                          <w:r w:rsidR="00FE7C5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469.</w:t>
                          </w:r>
                          <w:r w:rsidRPr="007A2B0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2021</w:t>
                          </w:r>
                        </w:p>
                        <w:p w14:paraId="54AB8E98" w14:textId="66A68526" w:rsidR="0054525D" w:rsidRPr="00DA3527" w:rsidRDefault="007A2B0A" w:rsidP="00FE7C59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 xml:space="preserve">Dot. </w:t>
                          </w:r>
                          <w:r w:rsidRPr="007A2B0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: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 xml:space="preserve"> </w:t>
                          </w:r>
                          <w:r w:rsidR="009740F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DAIP.WOKRM.0102.211.1.2021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184BE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2620AE95" w14:textId="358075F2" w:rsidR="007A2B0A" w:rsidRDefault="007A2B0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A2B0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</w:t>
                    </w:r>
                    <w:r w:rsidR="00175C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41.</w:t>
                    </w:r>
                    <w:r w:rsidR="00FE7C5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469.</w:t>
                    </w:r>
                    <w:r w:rsidRPr="007A2B0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2021</w:t>
                    </w:r>
                  </w:p>
                  <w:p w14:paraId="54AB8E98" w14:textId="66A68526" w:rsidR="0054525D" w:rsidRPr="00DA3527" w:rsidRDefault="007A2B0A" w:rsidP="00FE7C59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 xml:space="preserve">Dot. </w:t>
                    </w:r>
                    <w:r w:rsidRPr="007A2B0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: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 xml:space="preserve"> </w:t>
                    </w:r>
                    <w:r w:rsidR="009740F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DAIP.WOKRM.0102.211.1.2021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E493042" wp14:editId="28CD04C2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DC3419" w14:textId="77777777" w:rsidR="007018D3" w:rsidRPr="00495DA1" w:rsidRDefault="005025E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493042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54DC3419" w14:textId="77777777" w:rsidR="007018D3" w:rsidRPr="00495DA1" w:rsidRDefault="005025E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5C3C4378" wp14:editId="0EF526E4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9" name="Obraz 9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 w:rsidR="009740F5">
      <w:t>9</w:t>
    </w:r>
    <w:r w:rsidR="000D77D8">
      <w:t xml:space="preserve"> </w:t>
    </w:r>
    <w:r w:rsidR="0034443A">
      <w:t>grudnia</w:t>
    </w:r>
    <w:r w:rsidR="005551D2">
      <w:t xml:space="preserve"> </w:t>
    </w:r>
    <w:r w:rsidR="00353E3E">
      <w:t>2021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072E9"/>
    <w:multiLevelType w:val="hybridMultilevel"/>
    <w:tmpl w:val="36F83CEE"/>
    <w:lvl w:ilvl="0" w:tplc="7FC8BBB8">
      <w:start w:val="2"/>
      <w:numFmt w:val="decimal"/>
      <w:lvlText w:val="%1)"/>
      <w:lvlJc w:val="left"/>
      <w:pPr>
        <w:ind w:left="1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6E32758"/>
    <w:multiLevelType w:val="hybridMultilevel"/>
    <w:tmpl w:val="D9228F90"/>
    <w:lvl w:ilvl="0" w:tplc="F8AA5DFE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DE2243"/>
    <w:multiLevelType w:val="hybridMultilevel"/>
    <w:tmpl w:val="16BA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95789"/>
    <w:multiLevelType w:val="hybridMultilevel"/>
    <w:tmpl w:val="900461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1D58A2"/>
    <w:multiLevelType w:val="hybridMultilevel"/>
    <w:tmpl w:val="F49A5A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6C550F"/>
    <w:multiLevelType w:val="hybridMultilevel"/>
    <w:tmpl w:val="C1DCC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834F4"/>
    <w:multiLevelType w:val="hybridMultilevel"/>
    <w:tmpl w:val="7562A582"/>
    <w:lvl w:ilvl="0" w:tplc="72BC0D4E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25F36"/>
    <w:multiLevelType w:val="hybridMultilevel"/>
    <w:tmpl w:val="15FA87DC"/>
    <w:lvl w:ilvl="0" w:tplc="364E95C6">
      <w:start w:val="1"/>
      <w:numFmt w:val="lowerLetter"/>
      <w:lvlText w:val="%1)"/>
      <w:lvlJc w:val="left"/>
      <w:pPr>
        <w:ind w:left="106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D84933"/>
    <w:multiLevelType w:val="hybridMultilevel"/>
    <w:tmpl w:val="C7A23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D706B"/>
    <w:multiLevelType w:val="hybridMultilevel"/>
    <w:tmpl w:val="1E7A91BE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0" w15:restartNumberingAfterBreak="0">
    <w:nsid w:val="46612F71"/>
    <w:multiLevelType w:val="hybridMultilevel"/>
    <w:tmpl w:val="275A0A72"/>
    <w:lvl w:ilvl="0" w:tplc="CCBA9394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D468B"/>
    <w:multiLevelType w:val="hybridMultilevel"/>
    <w:tmpl w:val="22D46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F564D"/>
    <w:multiLevelType w:val="hybridMultilevel"/>
    <w:tmpl w:val="5C0EEF0E"/>
    <w:lvl w:ilvl="0" w:tplc="75BE715A">
      <w:start w:val="1"/>
      <w:numFmt w:val="decimal"/>
      <w:lvlText w:val="%1)"/>
      <w:lvlJc w:val="left"/>
      <w:pPr>
        <w:ind w:left="144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C7F490B"/>
    <w:multiLevelType w:val="hybridMultilevel"/>
    <w:tmpl w:val="EAA09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6E118A"/>
    <w:multiLevelType w:val="hybridMultilevel"/>
    <w:tmpl w:val="2368C6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A20981"/>
    <w:multiLevelType w:val="hybridMultilevel"/>
    <w:tmpl w:val="8B3601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EE5677"/>
    <w:multiLevelType w:val="hybridMultilevel"/>
    <w:tmpl w:val="A426C28C"/>
    <w:lvl w:ilvl="0" w:tplc="1B4EC4C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D40C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15"/>
  </w:num>
  <w:num w:numId="8">
    <w:abstractNumId w:val="10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3"/>
  </w:num>
  <w:num w:numId="15">
    <w:abstractNumId w:val="1"/>
  </w:num>
  <w:num w:numId="16">
    <w:abstractNumId w:val="14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38"/>
    <w:rsid w:val="000012D4"/>
    <w:rsid w:val="00014159"/>
    <w:rsid w:val="00031D60"/>
    <w:rsid w:val="00033052"/>
    <w:rsid w:val="00042B91"/>
    <w:rsid w:val="00047638"/>
    <w:rsid w:val="000723AE"/>
    <w:rsid w:val="000833CA"/>
    <w:rsid w:val="000A41F4"/>
    <w:rsid w:val="000D77D8"/>
    <w:rsid w:val="000E37A7"/>
    <w:rsid w:val="000E5B15"/>
    <w:rsid w:val="001073C8"/>
    <w:rsid w:val="001162B0"/>
    <w:rsid w:val="001177DB"/>
    <w:rsid w:val="001346E6"/>
    <w:rsid w:val="001630FC"/>
    <w:rsid w:val="00166B93"/>
    <w:rsid w:val="00175C09"/>
    <w:rsid w:val="00194D52"/>
    <w:rsid w:val="001A7498"/>
    <w:rsid w:val="001B343A"/>
    <w:rsid w:val="001E4C51"/>
    <w:rsid w:val="001E5574"/>
    <w:rsid w:val="00210798"/>
    <w:rsid w:val="00232F25"/>
    <w:rsid w:val="00236ACA"/>
    <w:rsid w:val="00236E97"/>
    <w:rsid w:val="002408DE"/>
    <w:rsid w:val="002412BF"/>
    <w:rsid w:val="002A64F8"/>
    <w:rsid w:val="002D0053"/>
    <w:rsid w:val="002E568F"/>
    <w:rsid w:val="002F460E"/>
    <w:rsid w:val="00301432"/>
    <w:rsid w:val="003223D1"/>
    <w:rsid w:val="0034443A"/>
    <w:rsid w:val="00344EA8"/>
    <w:rsid w:val="00352937"/>
    <w:rsid w:val="00353A30"/>
    <w:rsid w:val="00353E3E"/>
    <w:rsid w:val="00353E4F"/>
    <w:rsid w:val="003747ED"/>
    <w:rsid w:val="0037579E"/>
    <w:rsid w:val="00385628"/>
    <w:rsid w:val="00386D92"/>
    <w:rsid w:val="003D1C44"/>
    <w:rsid w:val="003E09DD"/>
    <w:rsid w:val="003E205B"/>
    <w:rsid w:val="00417320"/>
    <w:rsid w:val="00420E79"/>
    <w:rsid w:val="004276E3"/>
    <w:rsid w:val="004307CB"/>
    <w:rsid w:val="00433F70"/>
    <w:rsid w:val="00441394"/>
    <w:rsid w:val="00444BB6"/>
    <w:rsid w:val="0044680F"/>
    <w:rsid w:val="00493F10"/>
    <w:rsid w:val="004A1B1C"/>
    <w:rsid w:val="004A2318"/>
    <w:rsid w:val="004A5511"/>
    <w:rsid w:val="004C5017"/>
    <w:rsid w:val="00500A90"/>
    <w:rsid w:val="005025E6"/>
    <w:rsid w:val="00520BDD"/>
    <w:rsid w:val="005302C0"/>
    <w:rsid w:val="00531808"/>
    <w:rsid w:val="00534EE5"/>
    <w:rsid w:val="00543CC3"/>
    <w:rsid w:val="0054525D"/>
    <w:rsid w:val="00553862"/>
    <w:rsid w:val="005551D2"/>
    <w:rsid w:val="00557E67"/>
    <w:rsid w:val="00570A3A"/>
    <w:rsid w:val="00574471"/>
    <w:rsid w:val="005B06C4"/>
    <w:rsid w:val="005D3A23"/>
    <w:rsid w:val="005E2475"/>
    <w:rsid w:val="005E78BA"/>
    <w:rsid w:val="005F1441"/>
    <w:rsid w:val="005F67C2"/>
    <w:rsid w:val="00604325"/>
    <w:rsid w:val="00611480"/>
    <w:rsid w:val="0063731B"/>
    <w:rsid w:val="00653AE5"/>
    <w:rsid w:val="0066569E"/>
    <w:rsid w:val="00670478"/>
    <w:rsid w:val="006728DA"/>
    <w:rsid w:val="00683BFF"/>
    <w:rsid w:val="00687CD1"/>
    <w:rsid w:val="006E2FC4"/>
    <w:rsid w:val="006F1C49"/>
    <w:rsid w:val="00701A41"/>
    <w:rsid w:val="00703565"/>
    <w:rsid w:val="0071465A"/>
    <w:rsid w:val="00735188"/>
    <w:rsid w:val="007433B4"/>
    <w:rsid w:val="00756C06"/>
    <w:rsid w:val="007807AF"/>
    <w:rsid w:val="0078410A"/>
    <w:rsid w:val="007845D4"/>
    <w:rsid w:val="00787B4A"/>
    <w:rsid w:val="007A2B0A"/>
    <w:rsid w:val="007C0525"/>
    <w:rsid w:val="007D666E"/>
    <w:rsid w:val="007E00F9"/>
    <w:rsid w:val="007E1957"/>
    <w:rsid w:val="007E3F8A"/>
    <w:rsid w:val="007F0F68"/>
    <w:rsid w:val="007F1B48"/>
    <w:rsid w:val="00804BAA"/>
    <w:rsid w:val="00807FE5"/>
    <w:rsid w:val="00816A36"/>
    <w:rsid w:val="00821A78"/>
    <w:rsid w:val="0082219D"/>
    <w:rsid w:val="00826A7C"/>
    <w:rsid w:val="00830B71"/>
    <w:rsid w:val="00833D4F"/>
    <w:rsid w:val="00870A7B"/>
    <w:rsid w:val="008815A7"/>
    <w:rsid w:val="00891B36"/>
    <w:rsid w:val="008A1072"/>
    <w:rsid w:val="008A5453"/>
    <w:rsid w:val="008B270C"/>
    <w:rsid w:val="008B5519"/>
    <w:rsid w:val="008D1701"/>
    <w:rsid w:val="008E1E42"/>
    <w:rsid w:val="008E5F55"/>
    <w:rsid w:val="008F0908"/>
    <w:rsid w:val="008F6678"/>
    <w:rsid w:val="00901976"/>
    <w:rsid w:val="00924EB3"/>
    <w:rsid w:val="009258B3"/>
    <w:rsid w:val="00925F08"/>
    <w:rsid w:val="009418C7"/>
    <w:rsid w:val="00954B1E"/>
    <w:rsid w:val="00957EB6"/>
    <w:rsid w:val="00967F02"/>
    <w:rsid w:val="0097135B"/>
    <w:rsid w:val="009740F5"/>
    <w:rsid w:val="0097581D"/>
    <w:rsid w:val="00981D1B"/>
    <w:rsid w:val="00990EA4"/>
    <w:rsid w:val="0099589B"/>
    <w:rsid w:val="009D6205"/>
    <w:rsid w:val="009E129F"/>
    <w:rsid w:val="009E3147"/>
    <w:rsid w:val="009E596E"/>
    <w:rsid w:val="009F1E5B"/>
    <w:rsid w:val="009F558C"/>
    <w:rsid w:val="00A05319"/>
    <w:rsid w:val="00A108A6"/>
    <w:rsid w:val="00A1539D"/>
    <w:rsid w:val="00A43316"/>
    <w:rsid w:val="00A60587"/>
    <w:rsid w:val="00A6213E"/>
    <w:rsid w:val="00A70B54"/>
    <w:rsid w:val="00A71F7C"/>
    <w:rsid w:val="00A775A1"/>
    <w:rsid w:val="00A7767A"/>
    <w:rsid w:val="00A82099"/>
    <w:rsid w:val="00A95032"/>
    <w:rsid w:val="00AA2048"/>
    <w:rsid w:val="00AC6854"/>
    <w:rsid w:val="00AD1344"/>
    <w:rsid w:val="00AD6F13"/>
    <w:rsid w:val="00AE36BE"/>
    <w:rsid w:val="00AE5E83"/>
    <w:rsid w:val="00AF6FCC"/>
    <w:rsid w:val="00B3664C"/>
    <w:rsid w:val="00B5236D"/>
    <w:rsid w:val="00B55C3E"/>
    <w:rsid w:val="00B567F6"/>
    <w:rsid w:val="00B63B58"/>
    <w:rsid w:val="00B73CDE"/>
    <w:rsid w:val="00B751F6"/>
    <w:rsid w:val="00B838C5"/>
    <w:rsid w:val="00B90536"/>
    <w:rsid w:val="00BA2DD7"/>
    <w:rsid w:val="00BB33AA"/>
    <w:rsid w:val="00BB4E34"/>
    <w:rsid w:val="00BD46B8"/>
    <w:rsid w:val="00BE705B"/>
    <w:rsid w:val="00BF3099"/>
    <w:rsid w:val="00C1030C"/>
    <w:rsid w:val="00C11AF6"/>
    <w:rsid w:val="00C24CE1"/>
    <w:rsid w:val="00C278E6"/>
    <w:rsid w:val="00C51F3E"/>
    <w:rsid w:val="00C65EE2"/>
    <w:rsid w:val="00C81C79"/>
    <w:rsid w:val="00CA54EA"/>
    <w:rsid w:val="00CB5BD9"/>
    <w:rsid w:val="00CC3164"/>
    <w:rsid w:val="00CD04A4"/>
    <w:rsid w:val="00CD1705"/>
    <w:rsid w:val="00CD4E22"/>
    <w:rsid w:val="00CE39F6"/>
    <w:rsid w:val="00CE3B78"/>
    <w:rsid w:val="00D07ED6"/>
    <w:rsid w:val="00D134D9"/>
    <w:rsid w:val="00D13504"/>
    <w:rsid w:val="00D20BEE"/>
    <w:rsid w:val="00D418F2"/>
    <w:rsid w:val="00D44355"/>
    <w:rsid w:val="00D544FF"/>
    <w:rsid w:val="00D60CD7"/>
    <w:rsid w:val="00D7469F"/>
    <w:rsid w:val="00D97477"/>
    <w:rsid w:val="00DA73C7"/>
    <w:rsid w:val="00DD663C"/>
    <w:rsid w:val="00DE4C32"/>
    <w:rsid w:val="00DE6497"/>
    <w:rsid w:val="00DF443F"/>
    <w:rsid w:val="00DF75FC"/>
    <w:rsid w:val="00E02FA0"/>
    <w:rsid w:val="00E04B04"/>
    <w:rsid w:val="00E12E22"/>
    <w:rsid w:val="00E32148"/>
    <w:rsid w:val="00E64B8A"/>
    <w:rsid w:val="00E676B7"/>
    <w:rsid w:val="00EA7DEA"/>
    <w:rsid w:val="00EB11B4"/>
    <w:rsid w:val="00EC4DD9"/>
    <w:rsid w:val="00ED5B54"/>
    <w:rsid w:val="00EE3C18"/>
    <w:rsid w:val="00F10074"/>
    <w:rsid w:val="00F17B21"/>
    <w:rsid w:val="00F32B5B"/>
    <w:rsid w:val="00F375CA"/>
    <w:rsid w:val="00F41699"/>
    <w:rsid w:val="00F86BCD"/>
    <w:rsid w:val="00F87788"/>
    <w:rsid w:val="00FB2FC0"/>
    <w:rsid w:val="00FB6D39"/>
    <w:rsid w:val="00FC40DD"/>
    <w:rsid w:val="00FC6E89"/>
    <w:rsid w:val="00FE7C59"/>
    <w:rsid w:val="00FF2DF7"/>
    <w:rsid w:val="00FF3E18"/>
    <w:rsid w:val="00FF4A9E"/>
    <w:rsid w:val="00FF4AB2"/>
    <w:rsid w:val="00FF5FB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6EA42"/>
  <w15:docId w15:val="{DC875217-ADCB-4A8A-BA27-E8A07F0C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Hipercze">
    <w:name w:val="Hyperlink"/>
    <w:semiHidden/>
    <w:unhideWhenUsed/>
    <w:rsid w:val="00B55C3E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D4435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4355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B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BB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BB6"/>
    <w:rPr>
      <w:b/>
      <w:bCs/>
    </w:rPr>
  </w:style>
  <w:style w:type="paragraph" w:styleId="Akapitzlist">
    <w:name w:val="List Paragraph"/>
    <w:basedOn w:val="Normalny"/>
    <w:uiPriority w:val="34"/>
    <w:qFormat/>
    <w:rsid w:val="006043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4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C75E-A419-40C6-AB2C-022B7CF2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21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Lewandowski Mariusz</cp:lastModifiedBy>
  <cp:revision>10</cp:revision>
  <dcterms:created xsi:type="dcterms:W3CDTF">2021-12-06T10:25:00Z</dcterms:created>
  <dcterms:modified xsi:type="dcterms:W3CDTF">2021-12-09T10:38:00Z</dcterms:modified>
</cp:coreProperties>
</file>